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619A" w14:textId="534746C6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D855FC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20E40AF5" w14:textId="77777777" w:rsidTr="008D065E">
        <w:tc>
          <w:tcPr>
            <w:tcW w:w="2800" w:type="dxa"/>
          </w:tcPr>
          <w:p w14:paraId="6101486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09429FC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BF7AC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797AD66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63CE2" w:rsidRPr="00A2540E" w14:paraId="705BBC12" w14:textId="77777777" w:rsidTr="008D065E">
        <w:tc>
          <w:tcPr>
            <w:tcW w:w="2800" w:type="dxa"/>
          </w:tcPr>
          <w:p w14:paraId="678517DE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7F188B2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81607D5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03730E6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A4AFA8D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34D783FF" w14:textId="77777777" w:rsidTr="008D065E">
        <w:tc>
          <w:tcPr>
            <w:tcW w:w="9104" w:type="dxa"/>
            <w:shd w:val="clear" w:color="auto" w:fill="F2F2F2"/>
          </w:tcPr>
          <w:p w14:paraId="797A9802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6F268C0B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4AEFAD2C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43E8A065" w14:textId="77777777" w:rsidTr="008D065E">
        <w:tc>
          <w:tcPr>
            <w:tcW w:w="2269" w:type="dxa"/>
          </w:tcPr>
          <w:p w14:paraId="67D33B29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D918D5B" w14:textId="3993C2C2" w:rsidR="00A63CE2" w:rsidRPr="00A2540E" w:rsidRDefault="007D378D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378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5F508A" w:rsidRPr="00A2540E" w14:paraId="79D88EE5" w14:textId="77777777" w:rsidTr="00946D7B">
        <w:tc>
          <w:tcPr>
            <w:tcW w:w="2269" w:type="dxa"/>
          </w:tcPr>
          <w:p w14:paraId="4E5E0F58" w14:textId="77777777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097F75D8" w14:textId="57417F03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D512D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  <w:r w:rsidR="007051E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3EEE693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F1040C8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5F508A" w:rsidRPr="005F508A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2D923F61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(t.j.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5E96367E" w14:textId="6A6B1BC7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7D378D">
        <w:rPr>
          <w:rFonts w:ascii="Arial" w:hAnsi="Arial" w:cs="Arial"/>
          <w:bCs/>
          <w:sz w:val="24"/>
          <w:szCs w:val="24"/>
        </w:rPr>
        <w:br/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43B559D6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444D52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A60498E" w14:textId="77777777" w:rsidTr="008D065E">
        <w:tc>
          <w:tcPr>
            <w:tcW w:w="2660" w:type="dxa"/>
          </w:tcPr>
          <w:p w14:paraId="1A570FD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9069447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C7328FB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58F80012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D27990B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327010E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5F508A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5AF2B3C3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183FB" w14:textId="77777777" w:rsidR="00F10726" w:rsidRDefault="00F10726" w:rsidP="00025386">
      <w:pPr>
        <w:spacing w:after="0" w:line="240" w:lineRule="auto"/>
      </w:pPr>
      <w:r>
        <w:separator/>
      </w:r>
    </w:p>
  </w:endnote>
  <w:endnote w:type="continuationSeparator" w:id="0">
    <w:p w14:paraId="504AEDEC" w14:textId="77777777" w:rsidR="00F10726" w:rsidRDefault="00F1072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DE5B" w14:textId="77777777" w:rsidR="005F508A" w:rsidRDefault="005F50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D17" w14:textId="391F70BF" w:rsidR="00025386" w:rsidRDefault="0043087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A7A6DB" wp14:editId="6C133D3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17A60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828075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2ADF189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558A" w14:textId="77777777" w:rsidR="005F508A" w:rsidRDefault="005F5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B124A" w14:textId="77777777" w:rsidR="00F10726" w:rsidRDefault="00F10726" w:rsidP="00025386">
      <w:pPr>
        <w:spacing w:after="0" w:line="240" w:lineRule="auto"/>
      </w:pPr>
      <w:r>
        <w:separator/>
      </w:r>
    </w:p>
  </w:footnote>
  <w:footnote w:type="continuationSeparator" w:id="0">
    <w:p w14:paraId="2FC14BCF" w14:textId="77777777" w:rsidR="00F10726" w:rsidRDefault="00F1072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0E48" w14:textId="77777777" w:rsidR="005F508A" w:rsidRDefault="005F50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095A" w14:textId="77777777" w:rsidR="005F508A" w:rsidRDefault="005F50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E6B9" w14:textId="77777777" w:rsidR="005F508A" w:rsidRDefault="005F5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D2"/>
    <w:rsid w:val="000152CC"/>
    <w:rsid w:val="00025386"/>
    <w:rsid w:val="00116D14"/>
    <w:rsid w:val="001C2314"/>
    <w:rsid w:val="004202B7"/>
    <w:rsid w:val="00430875"/>
    <w:rsid w:val="004F6E29"/>
    <w:rsid w:val="00531A80"/>
    <w:rsid w:val="005624D8"/>
    <w:rsid w:val="00593180"/>
    <w:rsid w:val="005F508A"/>
    <w:rsid w:val="006D76A4"/>
    <w:rsid w:val="007051EF"/>
    <w:rsid w:val="007A69F8"/>
    <w:rsid w:val="007B7F29"/>
    <w:rsid w:val="007D378D"/>
    <w:rsid w:val="00833E3D"/>
    <w:rsid w:val="008D065E"/>
    <w:rsid w:val="008F2358"/>
    <w:rsid w:val="008F2498"/>
    <w:rsid w:val="009D45C0"/>
    <w:rsid w:val="00A56A6F"/>
    <w:rsid w:val="00A63CE2"/>
    <w:rsid w:val="00A770E2"/>
    <w:rsid w:val="00AE62F2"/>
    <w:rsid w:val="00B51214"/>
    <w:rsid w:val="00B60441"/>
    <w:rsid w:val="00C904C8"/>
    <w:rsid w:val="00CA58D2"/>
    <w:rsid w:val="00CD751B"/>
    <w:rsid w:val="00D512D3"/>
    <w:rsid w:val="00D55FC4"/>
    <w:rsid w:val="00D855FC"/>
    <w:rsid w:val="00E10D5B"/>
    <w:rsid w:val="00E143D7"/>
    <w:rsid w:val="00E26E01"/>
    <w:rsid w:val="00EE46AD"/>
    <w:rsid w:val="00F10726"/>
    <w:rsid w:val="00F3558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51E27"/>
  <w15:chartTrackingRefBased/>
  <w15:docId w15:val="{304E47F0-1D35-445C-BC36-0811C255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6</cp:revision>
  <dcterms:created xsi:type="dcterms:W3CDTF">2025-01-16T10:14:00Z</dcterms:created>
  <dcterms:modified xsi:type="dcterms:W3CDTF">2025-09-15T06:19:00Z</dcterms:modified>
</cp:coreProperties>
</file>